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B353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B353F" w:rsidRPr="00DB353F">
        <w:rPr>
          <w:rFonts w:asciiTheme="majorHAnsi" w:eastAsia="Times New Roman" w:hAnsiTheme="majorHAnsi" w:cs="Times New Roman"/>
          <w:lang w:eastAsia="cs-CZ"/>
        </w:rPr>
        <w:t>2</w:t>
      </w:r>
      <w:r w:rsidR="00A756D0" w:rsidRPr="00DB353F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:rsidR="00336BEC" w:rsidRPr="00346133" w:rsidRDefault="000E63D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cena paušálních služeb:</w:t>
      </w:r>
      <w:bookmarkStart w:id="0" w:name="_Toc517353605"/>
      <w:bookmarkStart w:id="1" w:name="_Toc518140497"/>
    </w:p>
    <w:p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567" w:type="dxa"/>
        <w:tblLook w:val="04A0" w:firstRow="1" w:lastRow="0" w:firstColumn="1" w:lastColumn="0" w:noHBand="0" w:noVBand="1"/>
      </w:tblPr>
      <w:tblGrid>
        <w:gridCol w:w="1955"/>
        <w:gridCol w:w="1928"/>
        <w:gridCol w:w="1896"/>
        <w:gridCol w:w="2346"/>
      </w:tblGrid>
      <w:tr w:rsidR="000E63D6" w:rsidRPr="009A1CA4" w:rsidTr="0053787D">
        <w:tc>
          <w:tcPr>
            <w:tcW w:w="1955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28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896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Subskripcí/doba trvání Subskripce</w:t>
            </w:r>
          </w:p>
        </w:tc>
        <w:tc>
          <w:tcPr>
            <w:tcW w:w="2346" w:type="dxa"/>
            <w:shd w:val="clear" w:color="auto" w:fill="BFBFBF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53787D" w:rsidRPr="009A1CA4" w:rsidTr="0053787D">
        <w:tc>
          <w:tcPr>
            <w:tcW w:w="1955" w:type="dxa"/>
          </w:tcPr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Adobe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Acrobat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Pro DC</w:t>
            </w:r>
          </w:p>
        </w:tc>
        <w:tc>
          <w:tcPr>
            <w:tcW w:w="1928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6" w:type="dxa"/>
          </w:tcPr>
          <w:p w:rsidR="0053787D" w:rsidRPr="00DA517B" w:rsidRDefault="0053787D" w:rsidP="0053787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 w:rsidRPr="00DA517B">
              <w:rPr>
                <w:rFonts w:ascii="Calibri" w:hAnsi="Calibri" w:cs="Calibri"/>
                <w:sz w:val="22"/>
                <w:szCs w:val="22"/>
              </w:rPr>
              <w:t>10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/ 1 rok</w:t>
            </w:r>
          </w:p>
        </w:tc>
        <w:tc>
          <w:tcPr>
            <w:tcW w:w="2346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53787D" w:rsidRPr="009A1CA4" w:rsidTr="0053787D">
        <w:tc>
          <w:tcPr>
            <w:tcW w:w="1955" w:type="dxa"/>
          </w:tcPr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Creative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Cloud</w:t>
            </w:r>
            <w:proofErr w:type="spellEnd"/>
          </w:p>
        </w:tc>
        <w:tc>
          <w:tcPr>
            <w:tcW w:w="1928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6" w:type="dxa"/>
          </w:tcPr>
          <w:p w:rsidR="0053787D" w:rsidRPr="00DA517B" w:rsidRDefault="0053787D" w:rsidP="0053787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 / 1 rok</w:t>
            </w:r>
          </w:p>
        </w:tc>
        <w:tc>
          <w:tcPr>
            <w:tcW w:w="2346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53787D" w:rsidRPr="009A1CA4" w:rsidTr="0053787D">
        <w:tc>
          <w:tcPr>
            <w:tcW w:w="1955" w:type="dxa"/>
          </w:tcPr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InDesign</w:t>
            </w:r>
          </w:p>
        </w:tc>
        <w:tc>
          <w:tcPr>
            <w:tcW w:w="1928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6" w:type="dxa"/>
          </w:tcPr>
          <w:p w:rsidR="0053787D" w:rsidRPr="00DA517B" w:rsidRDefault="0053787D" w:rsidP="0053787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 / 1 rok</w:t>
            </w:r>
          </w:p>
        </w:tc>
        <w:tc>
          <w:tcPr>
            <w:tcW w:w="2346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53787D" w:rsidRPr="009A1CA4" w:rsidTr="0053787D">
        <w:tc>
          <w:tcPr>
            <w:tcW w:w="1955" w:type="dxa"/>
          </w:tcPr>
          <w:p w:rsidR="0053787D" w:rsidRDefault="0053787D" w:rsidP="0053787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Photoshop</w:t>
            </w:r>
            <w:proofErr w:type="spellEnd"/>
          </w:p>
        </w:tc>
        <w:tc>
          <w:tcPr>
            <w:tcW w:w="1928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896" w:type="dxa"/>
          </w:tcPr>
          <w:p w:rsidR="0053787D" w:rsidRPr="00DA517B" w:rsidRDefault="0053787D" w:rsidP="0053787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/ 1 rok</w:t>
            </w:r>
          </w:p>
        </w:tc>
        <w:tc>
          <w:tcPr>
            <w:tcW w:w="2346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53787D" w:rsidRPr="009A1CA4" w:rsidTr="0053787D">
        <w:tc>
          <w:tcPr>
            <w:tcW w:w="1955" w:type="dxa"/>
            <w:tcBorders>
              <w:bottom w:val="single" w:sz="4" w:space="0" w:color="auto"/>
            </w:tcBorders>
          </w:tcPr>
          <w:p w:rsidR="0053787D" w:rsidRDefault="0053787D" w:rsidP="0053787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Premier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Pro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896" w:type="dxa"/>
            <w:tcBorders>
              <w:bottom w:val="single" w:sz="4" w:space="0" w:color="auto"/>
            </w:tcBorders>
          </w:tcPr>
          <w:p w:rsidR="0053787D" w:rsidRPr="00DA517B" w:rsidRDefault="0053787D" w:rsidP="0053787D">
            <w:pPr>
              <w:spacing w:before="120" w:after="120"/>
              <w:outlineLvl w:val="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/ 1 rok</w:t>
            </w:r>
          </w:p>
        </w:tc>
        <w:tc>
          <w:tcPr>
            <w:tcW w:w="2346" w:type="dxa"/>
          </w:tcPr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53787D" w:rsidRPr="009A1CA4" w:rsidRDefault="0053787D" w:rsidP="0053787D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0E63D6" w:rsidRPr="009A1CA4" w:rsidTr="0053787D">
        <w:tc>
          <w:tcPr>
            <w:tcW w:w="5779" w:type="dxa"/>
            <w:gridSpan w:val="3"/>
            <w:shd w:val="clear" w:color="auto" w:fill="D9D9D9"/>
          </w:tcPr>
          <w:p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 w:rsid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346" w:type="dxa"/>
          </w:tcPr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:rsidR="000E63D6" w:rsidRPr="009A1CA4" w:rsidRDefault="000E63D6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1C01C8" w:rsidRPr="009A1CA4" w:rsidTr="0053787D">
        <w:tc>
          <w:tcPr>
            <w:tcW w:w="5779" w:type="dxa"/>
            <w:gridSpan w:val="3"/>
            <w:shd w:val="clear" w:color="auto" w:fill="D9D9D9"/>
          </w:tcPr>
          <w:p w:rsidR="001C01C8" w:rsidRPr="001C01C8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346" w:type="dxa"/>
          </w:tcPr>
          <w:p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1C01C8" w:rsidRPr="009A1CA4" w:rsidTr="0053787D">
        <w:tc>
          <w:tcPr>
            <w:tcW w:w="5779" w:type="dxa"/>
            <w:gridSpan w:val="3"/>
            <w:shd w:val="clear" w:color="auto" w:fill="D9D9D9"/>
          </w:tcPr>
          <w:p w:rsidR="001C01C8" w:rsidRPr="009A1CA4" w:rsidRDefault="001C01C8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346" w:type="dxa"/>
          </w:tcPr>
          <w:p w:rsidR="001C01C8" w:rsidRPr="001C01C8" w:rsidRDefault="001C01C8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2" w:name="_Toc519257342"/>
      <w:bookmarkStart w:id="3" w:name="_Toc516591379"/>
      <w:bookmarkStart w:id="4" w:name="_Toc516604606"/>
      <w:bookmarkStart w:id="5" w:name="_Toc516647772"/>
      <w:bookmarkStart w:id="6" w:name="_Toc516670386"/>
      <w:bookmarkEnd w:id="0"/>
      <w:bookmarkEnd w:id="1"/>
      <w:bookmarkEnd w:id="2"/>
      <w:bookmarkEnd w:id="3"/>
      <w:bookmarkEnd w:id="4"/>
      <w:bookmarkEnd w:id="5"/>
      <w:bookmarkEnd w:id="6"/>
    </w:p>
    <w:p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:rsidR="000E63D6" w:rsidRPr="0053787D" w:rsidRDefault="000E63D6" w:rsidP="000E63D6">
      <w:pPr>
        <w:keepNext/>
        <w:tabs>
          <w:tab w:val="num" w:pos="567"/>
        </w:tabs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" w:name="_Toc517632215"/>
      <w:bookmarkStart w:id="8" w:name="_Toc517978992"/>
      <w:bookmarkStart w:id="9" w:name="_Toc518251189"/>
      <w:bookmarkStart w:id="10" w:name="_Toc533063765"/>
      <w:r w:rsidRPr="0053787D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 CENY</w:t>
      </w:r>
      <w:bookmarkStart w:id="11" w:name="_GoBack"/>
      <w:bookmarkEnd w:id="7"/>
      <w:bookmarkEnd w:id="8"/>
      <w:bookmarkEnd w:id="9"/>
      <w:bookmarkEnd w:id="10"/>
      <w:bookmarkEnd w:id="11"/>
    </w:p>
    <w:p w:rsidR="000E63D6" w:rsidRPr="0053787D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:rsidR="009F392E" w:rsidRPr="0053787D" w:rsidRDefault="000E63D6" w:rsidP="0053787D">
      <w:pPr>
        <w:keepNext/>
        <w:numPr>
          <w:ilvl w:val="0"/>
          <w:numId w:val="34"/>
        </w:numPr>
        <w:spacing w:before="240" w:after="0" w:line="240" w:lineRule="auto"/>
        <w:outlineLvl w:val="0"/>
      </w:pPr>
      <w:r w:rsidRPr="0053787D">
        <w:rPr>
          <w:rFonts w:asciiTheme="majorHAnsi" w:eastAsia="Times New Roman" w:hAnsiTheme="majorHAnsi" w:cs="Times New Roman"/>
          <w:i/>
        </w:rPr>
        <w:t>ZAPLACENÍ CENY</w:t>
      </w:r>
      <w:r w:rsidR="0053787D" w:rsidRPr="0053787D">
        <w:rPr>
          <w:rFonts w:asciiTheme="majorHAnsi" w:eastAsia="Times New Roman" w:hAnsiTheme="majorHAnsi" w:cs="Times New Roman"/>
          <w:i/>
        </w:rPr>
        <w:t xml:space="preserve"> po účinnosti smlouvy</w:t>
      </w:r>
      <w:r w:rsidR="0053787D">
        <w:rPr>
          <w:rFonts w:asciiTheme="majorHAnsi" w:eastAsia="Times New Roman" w:hAnsiTheme="majorHAnsi" w:cs="Times New Roman"/>
          <w:i/>
        </w:rPr>
        <w:t>.</w:t>
      </w:r>
    </w:p>
    <w:sectPr w:rsidR="009F392E" w:rsidRPr="0053787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F47" w:rsidRDefault="00982F47" w:rsidP="00962258">
      <w:pPr>
        <w:spacing w:after="0" w:line="240" w:lineRule="auto"/>
      </w:pPr>
      <w:r>
        <w:separator/>
      </w:r>
    </w:p>
  </w:endnote>
  <w:endnote w:type="continuationSeparator" w:id="0">
    <w:p w:rsidR="00982F47" w:rsidRDefault="00982F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613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78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78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F47" w:rsidRDefault="00982F47" w:rsidP="00962258">
      <w:pPr>
        <w:spacing w:after="0" w:line="240" w:lineRule="auto"/>
      </w:pPr>
      <w:r>
        <w:separator/>
      </w:r>
    </w:p>
  </w:footnote>
  <w:footnote w:type="continuationSeparator" w:id="0">
    <w:p w:rsidR="00982F47" w:rsidRDefault="00982F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207DF5"/>
    <w:rsid w:val="00280E07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87D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2F4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41270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B353F"/>
    <w:rsid w:val="00DC75F3"/>
    <w:rsid w:val="00DD46F3"/>
    <w:rsid w:val="00DE56F2"/>
    <w:rsid w:val="00DF116D"/>
    <w:rsid w:val="00E36C4A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EA59D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FF9DC3-CC91-4E29-99F5-82A7D702A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Pavlík Tomáš, Ing.</cp:lastModifiedBy>
  <cp:revision>13</cp:revision>
  <cp:lastPrinted>2017-11-28T17:18:00Z</cp:lastPrinted>
  <dcterms:created xsi:type="dcterms:W3CDTF">2020-02-20T08:52:00Z</dcterms:created>
  <dcterms:modified xsi:type="dcterms:W3CDTF">2020-12-10T13:45:00Z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